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F9CB3" w14:textId="74BD6F58" w:rsidR="008A58FA" w:rsidRDefault="00E9148F" w:rsidP="00380730">
      <w:pPr>
        <w:tabs>
          <w:tab w:val="left" w:pos="1113"/>
        </w:tabs>
      </w:pPr>
      <w:r w:rsidRPr="00C510E8">
        <w:drawing>
          <wp:anchor distT="0" distB="0" distL="114300" distR="114300" simplePos="0" relativeHeight="251664384" behindDoc="0" locked="0" layoutInCell="1" allowOverlap="1" wp14:anchorId="73E6539F" wp14:editId="37791365">
            <wp:simplePos x="0" y="0"/>
            <wp:positionH relativeFrom="column">
              <wp:posOffset>-215265</wp:posOffset>
            </wp:positionH>
            <wp:positionV relativeFrom="paragraph">
              <wp:posOffset>3890645</wp:posOffset>
            </wp:positionV>
            <wp:extent cx="2286000" cy="2286000"/>
            <wp:effectExtent l="152400" t="152400" r="228600" b="228600"/>
            <wp:wrapNone/>
            <wp:docPr id="19" name="Picture 19" descr="A picture containing plant, st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plant, ston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10E8">
        <w:drawing>
          <wp:anchor distT="0" distB="0" distL="114300" distR="114300" simplePos="0" relativeHeight="251660288" behindDoc="0" locked="0" layoutInCell="1" allowOverlap="1" wp14:anchorId="75DC92BE" wp14:editId="02D0A190">
            <wp:simplePos x="0" y="0"/>
            <wp:positionH relativeFrom="column">
              <wp:posOffset>-216827</wp:posOffset>
            </wp:positionH>
            <wp:positionV relativeFrom="paragraph">
              <wp:posOffset>6288285</wp:posOffset>
            </wp:positionV>
            <wp:extent cx="3678195" cy="3611880"/>
            <wp:effectExtent l="152400" t="152400" r="227330" b="236220"/>
            <wp:wrapNone/>
            <wp:docPr id="8" name="Picture 8" descr="A picture containing plant, flo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plant, flowe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8470" cy="361215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10E8">
        <w:drawing>
          <wp:anchor distT="0" distB="0" distL="114300" distR="114300" simplePos="0" relativeHeight="251661312" behindDoc="0" locked="0" layoutInCell="1" allowOverlap="1" wp14:anchorId="70BEDDB2" wp14:editId="18D2CCBC">
            <wp:simplePos x="0" y="0"/>
            <wp:positionH relativeFrom="column">
              <wp:posOffset>-216827</wp:posOffset>
            </wp:positionH>
            <wp:positionV relativeFrom="paragraph">
              <wp:posOffset>122263</wp:posOffset>
            </wp:positionV>
            <wp:extent cx="3678842" cy="3611880"/>
            <wp:effectExtent l="152400" t="152400" r="226695" b="236220"/>
            <wp:wrapNone/>
            <wp:docPr id="1" name="Picture 1" descr="A picture containing plant, ceramic ware, porcel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lant, ceramic ware, porcelai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9129" cy="3612162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11CD" w:rsidRPr="00C510E8">
        <w:drawing>
          <wp:anchor distT="0" distB="0" distL="114300" distR="114300" simplePos="0" relativeHeight="251659264" behindDoc="0" locked="0" layoutInCell="1" allowOverlap="1" wp14:anchorId="63766D22" wp14:editId="5DC098C5">
            <wp:simplePos x="0" y="0"/>
            <wp:positionH relativeFrom="column">
              <wp:posOffset>3668052</wp:posOffset>
            </wp:positionH>
            <wp:positionV relativeFrom="paragraph">
              <wp:posOffset>121285</wp:posOffset>
            </wp:positionV>
            <wp:extent cx="3611880" cy="3611880"/>
            <wp:effectExtent l="152400" t="152400" r="236220" b="236220"/>
            <wp:wrapNone/>
            <wp:docPr id="2" name="Picture 2" descr="A group of watermelon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group of watermelons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611880" cy="361188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0E8" w:rsidRPr="00C510E8">
        <w:drawing>
          <wp:anchor distT="0" distB="0" distL="114300" distR="114300" simplePos="0" relativeHeight="251662336" behindDoc="0" locked="0" layoutInCell="1" allowOverlap="1" wp14:anchorId="2AA61F8B" wp14:editId="40B1B587">
            <wp:simplePos x="0" y="0"/>
            <wp:positionH relativeFrom="column">
              <wp:posOffset>4991735</wp:posOffset>
            </wp:positionH>
            <wp:positionV relativeFrom="paragraph">
              <wp:posOffset>3883025</wp:posOffset>
            </wp:positionV>
            <wp:extent cx="2286000" cy="2286000"/>
            <wp:effectExtent l="152400" t="152400" r="228600" b="228600"/>
            <wp:wrapNone/>
            <wp:docPr id="12" name="Picture 12" descr="A picture containing g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gree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0E8" w:rsidRPr="00C510E8">
        <w:drawing>
          <wp:anchor distT="0" distB="0" distL="114300" distR="114300" simplePos="0" relativeHeight="251663360" behindDoc="0" locked="0" layoutInCell="1" allowOverlap="1" wp14:anchorId="350309E0" wp14:editId="7C8DCE76">
            <wp:simplePos x="0" y="0"/>
            <wp:positionH relativeFrom="column">
              <wp:posOffset>3650615</wp:posOffset>
            </wp:positionH>
            <wp:positionV relativeFrom="paragraph">
              <wp:posOffset>6294120</wp:posOffset>
            </wp:positionV>
            <wp:extent cx="3611880" cy="3611880"/>
            <wp:effectExtent l="152400" t="152400" r="236220" b="236220"/>
            <wp:wrapNone/>
            <wp:docPr id="13" name="Picture 13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diagram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361188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A58FA" w:rsidSect="00CE47E7">
      <w:headerReference w:type="default" r:id="rId13"/>
      <w:footerReference w:type="even" r:id="rId14"/>
      <w:footerReference w:type="default" r:id="rId15"/>
      <w:pgSz w:w="12240" w:h="15840"/>
      <w:pgMar w:top="-28" w:right="562" w:bottom="810" w:left="56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45454" w14:textId="77777777" w:rsidR="002876B7" w:rsidRDefault="002876B7" w:rsidP="00B05AA1">
      <w:pPr>
        <w:spacing w:line="240" w:lineRule="auto"/>
      </w:pPr>
      <w:r>
        <w:separator/>
      </w:r>
    </w:p>
  </w:endnote>
  <w:endnote w:type="continuationSeparator" w:id="0">
    <w:p w14:paraId="7345B54B" w14:textId="77777777" w:rsidR="002876B7" w:rsidRDefault="002876B7" w:rsidP="00B05A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49292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F8D787" w14:textId="2434AA27" w:rsidR="00B05AA1" w:rsidRDefault="00B05AA1" w:rsidP="00CE3C7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C2A373" w14:textId="77777777" w:rsidR="00B05AA1" w:rsidRDefault="00B05AA1" w:rsidP="00B05A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103946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16EDBF2" w14:textId="01596DDE" w:rsidR="00B05AA1" w:rsidRDefault="00B05AA1" w:rsidP="00CE3C7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F16A705" w14:textId="77777777" w:rsidR="00B05AA1" w:rsidRDefault="00B05AA1" w:rsidP="00B05AA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47E1B" w14:textId="77777777" w:rsidR="002876B7" w:rsidRDefault="002876B7" w:rsidP="00B05AA1">
      <w:pPr>
        <w:spacing w:line="240" w:lineRule="auto"/>
      </w:pPr>
      <w:r>
        <w:separator/>
      </w:r>
    </w:p>
  </w:footnote>
  <w:footnote w:type="continuationSeparator" w:id="0">
    <w:p w14:paraId="54E044F7" w14:textId="77777777" w:rsidR="002876B7" w:rsidRDefault="002876B7" w:rsidP="00B05A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9AC9" w14:textId="2BBC80D9" w:rsidR="00B05AA1" w:rsidRDefault="00B05AA1" w:rsidP="00380730">
    <w:pPr>
      <w:pStyle w:val="Header"/>
      <w:tabs>
        <w:tab w:val="center" w:pos="11070"/>
      </w:tabs>
      <w:ind w:right="-22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54DA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9C6C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05867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630D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6C6A1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5E72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6D5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8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7A6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3CE5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403B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E5A2B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4720D9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672E172A"/>
    <w:multiLevelType w:val="multilevel"/>
    <w:tmpl w:val="06707A1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C04"/>
    <w:rsid w:val="000005E5"/>
    <w:rsid w:val="000302B9"/>
    <w:rsid w:val="000610E1"/>
    <w:rsid w:val="00087FC8"/>
    <w:rsid w:val="000A6FC1"/>
    <w:rsid w:val="000B08A1"/>
    <w:rsid w:val="00124B0E"/>
    <w:rsid w:val="00137949"/>
    <w:rsid w:val="00162682"/>
    <w:rsid w:val="00185B9F"/>
    <w:rsid w:val="00192A31"/>
    <w:rsid w:val="001B6ED2"/>
    <w:rsid w:val="001C02F3"/>
    <w:rsid w:val="001E4002"/>
    <w:rsid w:val="001E799C"/>
    <w:rsid w:val="00230352"/>
    <w:rsid w:val="00232541"/>
    <w:rsid w:val="00253792"/>
    <w:rsid w:val="002876B7"/>
    <w:rsid w:val="002E6BD8"/>
    <w:rsid w:val="002F61B3"/>
    <w:rsid w:val="003049C5"/>
    <w:rsid w:val="00314958"/>
    <w:rsid w:val="00317955"/>
    <w:rsid w:val="003207C8"/>
    <w:rsid w:val="00324F6C"/>
    <w:rsid w:val="00327F66"/>
    <w:rsid w:val="003360C3"/>
    <w:rsid w:val="00380730"/>
    <w:rsid w:val="003D01FE"/>
    <w:rsid w:val="00415C59"/>
    <w:rsid w:val="00440EBA"/>
    <w:rsid w:val="00442B3C"/>
    <w:rsid w:val="00446256"/>
    <w:rsid w:val="004522B7"/>
    <w:rsid w:val="00474228"/>
    <w:rsid w:val="005200F8"/>
    <w:rsid w:val="0054140E"/>
    <w:rsid w:val="00562D99"/>
    <w:rsid w:val="00575ED1"/>
    <w:rsid w:val="005902A2"/>
    <w:rsid w:val="005A1514"/>
    <w:rsid w:val="005B75DE"/>
    <w:rsid w:val="005D2A76"/>
    <w:rsid w:val="005D3FB4"/>
    <w:rsid w:val="005F7263"/>
    <w:rsid w:val="00611089"/>
    <w:rsid w:val="00637122"/>
    <w:rsid w:val="00645064"/>
    <w:rsid w:val="00660301"/>
    <w:rsid w:val="00666ECB"/>
    <w:rsid w:val="006732EA"/>
    <w:rsid w:val="006770A3"/>
    <w:rsid w:val="00683614"/>
    <w:rsid w:val="006944AC"/>
    <w:rsid w:val="006B54EB"/>
    <w:rsid w:val="006D1617"/>
    <w:rsid w:val="006D3624"/>
    <w:rsid w:val="00721CDA"/>
    <w:rsid w:val="00731D1F"/>
    <w:rsid w:val="00745E00"/>
    <w:rsid w:val="007611CD"/>
    <w:rsid w:val="00764DF9"/>
    <w:rsid w:val="00771F3A"/>
    <w:rsid w:val="00795888"/>
    <w:rsid w:val="007C205B"/>
    <w:rsid w:val="007F186C"/>
    <w:rsid w:val="0081581C"/>
    <w:rsid w:val="00836336"/>
    <w:rsid w:val="008A58FA"/>
    <w:rsid w:val="008C1B68"/>
    <w:rsid w:val="008D0758"/>
    <w:rsid w:val="009144E7"/>
    <w:rsid w:val="00923666"/>
    <w:rsid w:val="009409B9"/>
    <w:rsid w:val="00942C4F"/>
    <w:rsid w:val="009850D1"/>
    <w:rsid w:val="009925A8"/>
    <w:rsid w:val="00995B0C"/>
    <w:rsid w:val="009A7E8A"/>
    <w:rsid w:val="009C01A9"/>
    <w:rsid w:val="00A064FA"/>
    <w:rsid w:val="00A122D9"/>
    <w:rsid w:val="00A125CC"/>
    <w:rsid w:val="00A22590"/>
    <w:rsid w:val="00A273F8"/>
    <w:rsid w:val="00A3721E"/>
    <w:rsid w:val="00A637A5"/>
    <w:rsid w:val="00A82CDB"/>
    <w:rsid w:val="00A8604F"/>
    <w:rsid w:val="00AC66AD"/>
    <w:rsid w:val="00AE0792"/>
    <w:rsid w:val="00B05AA1"/>
    <w:rsid w:val="00B21EE0"/>
    <w:rsid w:val="00B43310"/>
    <w:rsid w:val="00B70731"/>
    <w:rsid w:val="00B74307"/>
    <w:rsid w:val="00B81B66"/>
    <w:rsid w:val="00BB5720"/>
    <w:rsid w:val="00BE06BC"/>
    <w:rsid w:val="00C10ECA"/>
    <w:rsid w:val="00C234F1"/>
    <w:rsid w:val="00C25129"/>
    <w:rsid w:val="00C510D2"/>
    <w:rsid w:val="00C510E8"/>
    <w:rsid w:val="00C60A78"/>
    <w:rsid w:val="00C80C19"/>
    <w:rsid w:val="00CE47E7"/>
    <w:rsid w:val="00D248A1"/>
    <w:rsid w:val="00D32F9D"/>
    <w:rsid w:val="00D33BCC"/>
    <w:rsid w:val="00D77EE8"/>
    <w:rsid w:val="00D87780"/>
    <w:rsid w:val="00DE7759"/>
    <w:rsid w:val="00E04ACA"/>
    <w:rsid w:val="00E04CB6"/>
    <w:rsid w:val="00E2310F"/>
    <w:rsid w:val="00E53792"/>
    <w:rsid w:val="00E65243"/>
    <w:rsid w:val="00E759C0"/>
    <w:rsid w:val="00E9148F"/>
    <w:rsid w:val="00E94641"/>
    <w:rsid w:val="00E94B9F"/>
    <w:rsid w:val="00EA5311"/>
    <w:rsid w:val="00EC7BD9"/>
    <w:rsid w:val="00EF668D"/>
    <w:rsid w:val="00F0123E"/>
    <w:rsid w:val="00F749A5"/>
    <w:rsid w:val="00FD6E1B"/>
    <w:rsid w:val="00FE10DE"/>
    <w:rsid w:val="00FF57D9"/>
    <w:rsid w:val="00FF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9F78FD"/>
  <w15:chartTrackingRefBased/>
  <w15:docId w15:val="{B634A47D-EFE4-F348-B6DF-CD9A0989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B3C"/>
  </w:style>
  <w:style w:type="paragraph" w:styleId="Heading1">
    <w:name w:val="heading 1"/>
    <w:basedOn w:val="Normal"/>
    <w:next w:val="Normal"/>
    <w:link w:val="Heading1Char"/>
    <w:uiPriority w:val="9"/>
    <w:qFormat/>
    <w:rsid w:val="00442B3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B3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2B3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B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B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2B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2B3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2B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2B3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</w:rPr>
  </w:style>
  <w:style w:type="character" w:styleId="SubtleEmphasis">
    <w:name w:val="Subtle Emphasis"/>
    <w:uiPriority w:val="19"/>
    <w:qFormat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rsid w:val="000005E5"/>
    <w:pPr>
      <w:spacing w:after="200" w:line="240" w:lineRule="auto"/>
    </w:pPr>
    <w:rPr>
      <w:i/>
      <w:iCs/>
      <w:color w:val="6E747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5E5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5E5"/>
    <w:rPr>
      <w:rFonts w:ascii="Segoe UI" w:hAnsi="Segoe UI" w:cs="Segoe UI"/>
      <w:sz w:val="2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005E5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005E5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005E5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005E5"/>
    <w:rPr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005E5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5E5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5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5E5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005E5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05E5"/>
    <w:rPr>
      <w:rFonts w:ascii="Segoe UI" w:hAnsi="Segoe UI" w:cs="Segoe UI"/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005E5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0005E5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05E5"/>
    <w:rPr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05E5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05E5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0005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005E5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005E5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5E5"/>
    <w:rPr>
      <w:rFonts w:ascii="Consolas" w:hAnsi="Consolas"/>
      <w:sz w:val="22"/>
      <w:szCs w:val="21"/>
    </w:rPr>
  </w:style>
  <w:style w:type="paragraph" w:styleId="BlockText">
    <w:name w:val="Block Text"/>
    <w:basedOn w:val="Normal"/>
    <w:uiPriority w:val="99"/>
    <w:semiHidden/>
    <w:unhideWhenUsed/>
    <w:rsid w:val="000005E5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cstheme="minorBidi"/>
      <w:i/>
      <w:iCs/>
      <w:color w:val="1F4E79" w:themeColor="accent1" w:themeShade="80"/>
    </w:rPr>
  </w:style>
  <w:style w:type="character" w:styleId="Hyperlink">
    <w:name w:val="Hyperlink"/>
    <w:basedOn w:val="DefaultParagraphFont"/>
    <w:uiPriority w:val="99"/>
    <w:semiHidden/>
    <w:unhideWhenUsed/>
    <w:rsid w:val="000005E5"/>
    <w:rPr>
      <w:color w:val="806000" w:themeColor="accent4" w:themeShade="80"/>
      <w:u w:val="single"/>
    </w:rPr>
  </w:style>
  <w:style w:type="character" w:styleId="PlaceholderText">
    <w:name w:val="Placeholder Text"/>
    <w:basedOn w:val="DefaultParagraphFont"/>
    <w:uiPriority w:val="99"/>
    <w:semiHidden/>
    <w:rsid w:val="000005E5"/>
    <w:rPr>
      <w:color w:val="52565B" w:themeColor="text2" w:themeShade="BF"/>
    </w:rPr>
  </w:style>
  <w:style w:type="paragraph" w:styleId="Header">
    <w:name w:val="header"/>
    <w:basedOn w:val="Normal"/>
    <w:link w:val="HeaderChar"/>
    <w:uiPriority w:val="99"/>
    <w:unhideWhenUsed/>
    <w:rsid w:val="00B05AA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AA1"/>
  </w:style>
  <w:style w:type="paragraph" w:styleId="Footer">
    <w:name w:val="footer"/>
    <w:basedOn w:val="Normal"/>
    <w:link w:val="FooterChar"/>
    <w:uiPriority w:val="99"/>
    <w:unhideWhenUsed/>
    <w:rsid w:val="00B05AA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AA1"/>
  </w:style>
  <w:style w:type="character" w:styleId="PageNumber">
    <w:name w:val="page number"/>
    <w:basedOn w:val="DefaultParagraphFont"/>
    <w:uiPriority w:val="99"/>
    <w:semiHidden/>
    <w:unhideWhenUsed/>
    <w:rsid w:val="00B05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%7b230DB221-74C6-2341-AC17-9C9BEB3624D9%7dtf0278699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6E747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F7B615"/>
      </a:hlink>
      <a:folHlink>
        <a:srgbClr val="704404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{230DB221-74C6-2341-AC17-9C9BEB3624D9}tf02786994</Template>
  <TotalTime>67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Seugnet Booyse</dc:creator>
  <cp:keywords/>
  <dc:description/>
  <cp:lastModifiedBy>Jaco Slabbert</cp:lastModifiedBy>
  <cp:revision>36</cp:revision>
  <dcterms:created xsi:type="dcterms:W3CDTF">2022-02-18T19:30:00Z</dcterms:created>
  <dcterms:modified xsi:type="dcterms:W3CDTF">2022-02-18T20:45:00Z</dcterms:modified>
</cp:coreProperties>
</file>